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43FAFE1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B26F8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B14DE1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B14DE1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B14DE1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B14DE1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B14DE1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B14DE1">
        <w:rPr>
          <w:highlight w:val="green"/>
        </w:rPr>
        <w:t>]</w:t>
      </w:r>
    </w:p>
    <w:p w14:paraId="07990C02" w14:textId="006C2F3F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3B26F8">
        <w:rPr>
          <w:lang w:eastAsia="cs-CZ"/>
        </w:rPr>
        <w:t>na</w:t>
      </w:r>
      <w:r w:rsidR="006D392E" w:rsidRPr="003B26F8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3B26F8">
        <w:rPr>
          <w:lang w:eastAsia="cs-CZ"/>
        </w:rPr>
        <w:t>„</w:t>
      </w:r>
      <w:bookmarkEnd w:id="0"/>
      <w:r w:rsidR="003B26F8" w:rsidRPr="003B26F8">
        <w:rPr>
          <w:rStyle w:val="tun"/>
          <w:rFonts w:eastAsiaTheme="minorHAnsi"/>
        </w:rPr>
        <w:t xml:space="preserve">Dodávky náhradních dílů čelisťových závěrů </w:t>
      </w:r>
      <w:proofErr w:type="gramStart"/>
      <w:r w:rsidR="003B26F8" w:rsidRPr="003B26F8">
        <w:rPr>
          <w:rStyle w:val="tun"/>
          <w:rFonts w:eastAsiaTheme="minorHAnsi"/>
        </w:rPr>
        <w:t>2025 - 2027</w:t>
      </w:r>
      <w:proofErr w:type="gramEnd"/>
      <w:r w:rsidR="006D392E" w:rsidRPr="003B26F8">
        <w:rPr>
          <w:lang w:eastAsia="cs-CZ"/>
        </w:rPr>
        <w:t>“,</w:t>
      </w:r>
      <w:r w:rsidR="006D392E" w:rsidRPr="00D716B7">
        <w:rPr>
          <w:lang w:eastAsia="cs-CZ"/>
        </w:rPr>
        <w:t xml:space="preserve">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B14DE1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B14DE1">
        <w:rPr>
          <w:highlight w:val="green"/>
        </w:rPr>
        <w:t>]</w:t>
      </w:r>
      <w:r>
        <w:t xml:space="preserve"> dne </w:t>
      </w:r>
      <w:r w:rsidR="00F83CEA" w:rsidRPr="00B14DE1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B14DE1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DF7FC9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01E4D0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C5F21E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68A08A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C4CBF"/>
    <w:rsid w:val="000C7B81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B26F8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15CA5"/>
    <w:rsid w:val="00523EA7"/>
    <w:rsid w:val="00535D1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676E"/>
    <w:rsid w:val="007B570C"/>
    <w:rsid w:val="007C3185"/>
    <w:rsid w:val="007C589B"/>
    <w:rsid w:val="007D7A9F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0696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4DE1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091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Jirsáková Sára, Mgr.</cp:lastModifiedBy>
  <cp:revision>3</cp:revision>
  <cp:lastPrinted>2020-02-10T12:41:00Z</cp:lastPrinted>
  <dcterms:created xsi:type="dcterms:W3CDTF">2025-07-23T12:31:00Z</dcterms:created>
  <dcterms:modified xsi:type="dcterms:W3CDTF">2025-07-28T11:17:00Z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